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9F279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567C71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4D09CE" w14:textId="026122C7" w:rsidR="00353A1A" w:rsidRPr="00E33FD0" w:rsidRDefault="00353A1A" w:rsidP="00353A1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E33FD0">
        <w:rPr>
          <w:rFonts w:ascii="Corbel" w:hAnsi="Corbel"/>
          <w:b/>
          <w:iCs/>
          <w:smallCaps/>
          <w:sz w:val="24"/>
          <w:szCs w:val="24"/>
        </w:rPr>
        <w:t>2020-202</w:t>
      </w:r>
      <w:r w:rsidR="00D755F0">
        <w:rPr>
          <w:rFonts w:ascii="Corbel" w:hAnsi="Corbel"/>
          <w:b/>
          <w:iCs/>
          <w:smallCaps/>
          <w:sz w:val="24"/>
          <w:szCs w:val="24"/>
        </w:rPr>
        <w:t>3</w:t>
      </w:r>
      <w:r w:rsidRPr="00E33FD0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5B7DFEDF" w14:textId="4F791FAE" w:rsidR="00353A1A" w:rsidRPr="00EB5B5D" w:rsidRDefault="00353A1A" w:rsidP="00353A1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8C7596">
        <w:rPr>
          <w:rFonts w:ascii="Corbel" w:hAnsi="Corbel"/>
          <w:sz w:val="24"/>
          <w:szCs w:val="24"/>
        </w:rPr>
        <w:t>2</w:t>
      </w:r>
      <w:r w:rsidRPr="00EB5B5D">
        <w:rPr>
          <w:rFonts w:ascii="Corbel" w:hAnsi="Corbel"/>
          <w:sz w:val="24"/>
          <w:szCs w:val="24"/>
        </w:rPr>
        <w:t>/202</w:t>
      </w:r>
      <w:r w:rsidR="008C7596">
        <w:rPr>
          <w:rFonts w:ascii="Corbel" w:hAnsi="Corbel"/>
          <w:sz w:val="24"/>
          <w:szCs w:val="24"/>
        </w:rPr>
        <w:t>3</w:t>
      </w:r>
    </w:p>
    <w:p w14:paraId="0BA7A574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310F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742E5B38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516D407B" w14:textId="77777777" w:rsidTr="00527787">
        <w:tc>
          <w:tcPr>
            <w:tcW w:w="4282" w:type="dxa"/>
            <w:vAlign w:val="center"/>
          </w:tcPr>
          <w:p w14:paraId="316E79D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764508BD" w14:textId="77777777" w:rsidR="004E4652" w:rsidRPr="0079395F" w:rsidRDefault="004961D3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961D3">
              <w:rPr>
                <w:rFonts w:ascii="Corbel" w:hAnsi="Corbel"/>
                <w:b w:val="0"/>
                <w:sz w:val="24"/>
                <w:szCs w:val="24"/>
              </w:rPr>
              <w:t>Systemy zarządzania  bazami danych</w:t>
            </w:r>
          </w:p>
        </w:tc>
      </w:tr>
      <w:tr w:rsidR="004E4652" w:rsidRPr="009C54AE" w14:paraId="775B5CE7" w14:textId="77777777" w:rsidTr="00527787">
        <w:tc>
          <w:tcPr>
            <w:tcW w:w="4282" w:type="dxa"/>
            <w:vAlign w:val="center"/>
          </w:tcPr>
          <w:p w14:paraId="674F986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7396B2EE" w14:textId="77777777" w:rsidR="004961D3" w:rsidRPr="004961D3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353A1A"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FiB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C-1.2a</w:t>
            </w:r>
          </w:p>
        </w:tc>
      </w:tr>
      <w:tr w:rsidR="00665E6B" w:rsidRPr="009C54AE" w14:paraId="1E4C72FD" w14:textId="77777777" w:rsidTr="00527787">
        <w:tc>
          <w:tcPr>
            <w:tcW w:w="4282" w:type="dxa"/>
            <w:vAlign w:val="center"/>
          </w:tcPr>
          <w:p w14:paraId="0708014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5925E845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ECC1844" w14:textId="77777777" w:rsidTr="00527787">
        <w:tc>
          <w:tcPr>
            <w:tcW w:w="4282" w:type="dxa"/>
            <w:vAlign w:val="center"/>
          </w:tcPr>
          <w:p w14:paraId="75E4182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A8015AB" w14:textId="77777777" w:rsidR="004E4652" w:rsidRPr="00172F17" w:rsidRDefault="00172F17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72F1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F40AB1A" w14:textId="77777777" w:rsidTr="00527787">
        <w:tc>
          <w:tcPr>
            <w:tcW w:w="4282" w:type="dxa"/>
            <w:vAlign w:val="center"/>
          </w:tcPr>
          <w:p w14:paraId="66CBA5B1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2DA071F6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4E8F64A7" w14:textId="77777777" w:rsidTr="00527787">
        <w:tc>
          <w:tcPr>
            <w:tcW w:w="4282" w:type="dxa"/>
            <w:vAlign w:val="center"/>
          </w:tcPr>
          <w:p w14:paraId="6EF1023F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2EF02A31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2F17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4E4652" w:rsidRPr="009C54AE" w14:paraId="5DDFF553" w14:textId="77777777" w:rsidTr="00527787">
        <w:tc>
          <w:tcPr>
            <w:tcW w:w="4282" w:type="dxa"/>
            <w:vAlign w:val="center"/>
          </w:tcPr>
          <w:p w14:paraId="6E15461D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412FB282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0514C4A7" w14:textId="77777777" w:rsidTr="00527787">
        <w:tc>
          <w:tcPr>
            <w:tcW w:w="4282" w:type="dxa"/>
            <w:vAlign w:val="center"/>
          </w:tcPr>
          <w:p w14:paraId="73D351A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CF09870" w14:textId="46F62D8D" w:rsidR="004E4652" w:rsidRPr="00EB2281" w:rsidRDefault="005E3BAE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8887D07" w14:textId="77777777" w:rsidTr="00527787">
        <w:tc>
          <w:tcPr>
            <w:tcW w:w="4282" w:type="dxa"/>
            <w:vAlign w:val="center"/>
          </w:tcPr>
          <w:p w14:paraId="08C8E47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DF203CC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54E1E254" w14:textId="77777777" w:rsidTr="00527787">
        <w:tc>
          <w:tcPr>
            <w:tcW w:w="4282" w:type="dxa"/>
            <w:vAlign w:val="center"/>
          </w:tcPr>
          <w:p w14:paraId="5731602A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C43174F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16B0F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7C64F5D8" w14:textId="77777777" w:rsidTr="00527787">
        <w:tc>
          <w:tcPr>
            <w:tcW w:w="4282" w:type="dxa"/>
            <w:vAlign w:val="center"/>
          </w:tcPr>
          <w:p w14:paraId="78B485E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4082FE5C" w14:textId="77777777" w:rsidR="004E4652" w:rsidRPr="00EB2281" w:rsidRDefault="001961BC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E4652" w:rsidRPr="009C54AE" w14:paraId="2AB583B7" w14:textId="77777777" w:rsidTr="00527787">
        <w:tc>
          <w:tcPr>
            <w:tcW w:w="4282" w:type="dxa"/>
            <w:vAlign w:val="center"/>
          </w:tcPr>
          <w:p w14:paraId="48386B49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3778A743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35E3087A" w14:textId="77777777" w:rsidTr="00527787">
        <w:tc>
          <w:tcPr>
            <w:tcW w:w="4282" w:type="dxa"/>
            <w:vAlign w:val="center"/>
          </w:tcPr>
          <w:p w14:paraId="108ADD2C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A53A4B8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61C8FDCB" w14:textId="1CBE91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6BD4DE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628C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701D1583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C4F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494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598D" w14:textId="35FB2A14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3C8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093E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43F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86F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88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9D6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B150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4364AE9E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3F6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DD6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FFEC" w14:textId="20CC3B5C" w:rsidR="00632F2B" w:rsidRPr="009C54AE" w:rsidRDefault="00891CF4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DC5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07F8" w14:textId="076351AE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9EA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DD5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169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88D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D44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8BCE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6B81D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1561D248" w14:textId="77777777" w:rsidR="00353A1A" w:rsidRPr="00617C46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4CCC349" w14:textId="77777777" w:rsidR="00353A1A" w:rsidRPr="009A27B8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E6CA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E9E76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5F8601" w14:textId="77777777" w:rsidR="0085747A" w:rsidRPr="009C54AE" w:rsidRDefault="00353A1A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4A4AC8E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7C9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7C9E1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8DD0E8" w14:textId="77777777" w:rsidTr="00745302">
        <w:tc>
          <w:tcPr>
            <w:tcW w:w="9670" w:type="dxa"/>
          </w:tcPr>
          <w:p w14:paraId="11CA5E3C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2A9415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FA18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E7C7E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6B67C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176371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2A5FEAA2" w14:textId="77777777" w:rsidTr="00B74045">
        <w:tc>
          <w:tcPr>
            <w:tcW w:w="845" w:type="dxa"/>
            <w:vAlign w:val="center"/>
          </w:tcPr>
          <w:p w14:paraId="5D1020F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ECD05AF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619B8280" w14:textId="77777777" w:rsidTr="00B74045">
        <w:tc>
          <w:tcPr>
            <w:tcW w:w="845" w:type="dxa"/>
            <w:vAlign w:val="center"/>
          </w:tcPr>
          <w:p w14:paraId="3CB91D72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4AB7B07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392C36B" w14:textId="77777777" w:rsidTr="00B74045">
        <w:tc>
          <w:tcPr>
            <w:tcW w:w="845" w:type="dxa"/>
            <w:vAlign w:val="center"/>
          </w:tcPr>
          <w:p w14:paraId="25EA42D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713F460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28E1180B" w14:textId="77777777" w:rsidTr="00B74045">
        <w:tc>
          <w:tcPr>
            <w:tcW w:w="845" w:type="dxa"/>
            <w:vAlign w:val="center"/>
          </w:tcPr>
          <w:p w14:paraId="705FB0B7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20B5C4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8B9CE21" w14:textId="77777777" w:rsidTr="00B74045">
        <w:tc>
          <w:tcPr>
            <w:tcW w:w="845" w:type="dxa"/>
            <w:vAlign w:val="center"/>
          </w:tcPr>
          <w:p w14:paraId="5E643390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451B05C9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25A7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8D0A5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3D3E87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3A427159" w14:textId="77777777" w:rsidTr="00D31885">
        <w:tc>
          <w:tcPr>
            <w:tcW w:w="1680" w:type="dxa"/>
            <w:vAlign w:val="center"/>
          </w:tcPr>
          <w:p w14:paraId="7389936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FE92B36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2F2BB16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61B07386" w14:textId="77777777" w:rsidTr="00CD0C48">
        <w:tc>
          <w:tcPr>
            <w:tcW w:w="1680" w:type="dxa"/>
          </w:tcPr>
          <w:p w14:paraId="2203398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70C1B8FE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52E2CBC7" w14:textId="77777777" w:rsidR="001F562C" w:rsidRPr="00CD0C48" w:rsidRDefault="00353A1A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6814ACC8" w14:textId="77777777" w:rsidTr="00CD0C48">
        <w:tc>
          <w:tcPr>
            <w:tcW w:w="1680" w:type="dxa"/>
          </w:tcPr>
          <w:p w14:paraId="494CBA8A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F9D1853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8BAF9F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3DDC3E09" w14:textId="77777777" w:rsidTr="00CD0C48">
        <w:tc>
          <w:tcPr>
            <w:tcW w:w="1680" w:type="dxa"/>
          </w:tcPr>
          <w:p w14:paraId="7C3561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26D72FDE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28541CA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88EE9D0" w14:textId="77777777" w:rsidTr="00CD0C48">
        <w:tc>
          <w:tcPr>
            <w:tcW w:w="1680" w:type="dxa"/>
          </w:tcPr>
          <w:p w14:paraId="4544B36A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77A3C2AB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070202B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05AC81EB" w14:textId="77777777" w:rsidTr="00CD0C48">
        <w:tc>
          <w:tcPr>
            <w:tcW w:w="1680" w:type="dxa"/>
          </w:tcPr>
          <w:p w14:paraId="2DACA263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52DE70ED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A9F2072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34A2AA16" w14:textId="77777777" w:rsidTr="00CD0C48">
        <w:tc>
          <w:tcPr>
            <w:tcW w:w="1680" w:type="dxa"/>
          </w:tcPr>
          <w:p w14:paraId="4600D94E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299D635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5FA0BC8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5F63C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93A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E6C0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70EC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B25B2C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4048DC67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7A83A4" w14:textId="77777777" w:rsidTr="00A96862">
        <w:tc>
          <w:tcPr>
            <w:tcW w:w="9520" w:type="dxa"/>
          </w:tcPr>
          <w:p w14:paraId="463C4045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212DE3B3" w14:textId="77777777" w:rsidTr="00A96862">
        <w:tc>
          <w:tcPr>
            <w:tcW w:w="9520" w:type="dxa"/>
          </w:tcPr>
          <w:p w14:paraId="4718E59F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21CA265B" w14:textId="77777777" w:rsidTr="00A96862">
        <w:tc>
          <w:tcPr>
            <w:tcW w:w="9520" w:type="dxa"/>
          </w:tcPr>
          <w:p w14:paraId="788502D2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E531562" w14:textId="77777777" w:rsidTr="00A96862">
        <w:tc>
          <w:tcPr>
            <w:tcW w:w="9520" w:type="dxa"/>
          </w:tcPr>
          <w:p w14:paraId="632E327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40FC4011" w14:textId="77777777" w:rsidTr="00A96862">
        <w:tc>
          <w:tcPr>
            <w:tcW w:w="9520" w:type="dxa"/>
          </w:tcPr>
          <w:p w14:paraId="5468511A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8996A53" w14:textId="77777777" w:rsidTr="00A96862">
        <w:tc>
          <w:tcPr>
            <w:tcW w:w="9520" w:type="dxa"/>
          </w:tcPr>
          <w:p w14:paraId="28329C0D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>, dodawanie podformularzy</w:t>
            </w:r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F83EEB5" w14:textId="77777777" w:rsidTr="00A96862">
        <w:tc>
          <w:tcPr>
            <w:tcW w:w="9520" w:type="dxa"/>
          </w:tcPr>
          <w:p w14:paraId="7090D68E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r>
              <w:rPr>
                <w:rFonts w:ascii="Corbel" w:hAnsi="Corbel"/>
                <w:sz w:val="24"/>
                <w:szCs w:val="24"/>
              </w:rPr>
              <w:t>podformularzy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3C4B41A" w14:textId="77777777" w:rsidTr="00A96862">
        <w:tc>
          <w:tcPr>
            <w:tcW w:w="9520" w:type="dxa"/>
          </w:tcPr>
          <w:p w14:paraId="03698FF7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FC0EB0E" w14:textId="77777777" w:rsidTr="00A96862">
        <w:tc>
          <w:tcPr>
            <w:tcW w:w="9520" w:type="dxa"/>
          </w:tcPr>
          <w:p w14:paraId="2C3DF3DB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70651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DA3A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2CF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ECBCF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252DA8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AA051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91575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CF4E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31FEF9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5FB82A35" w14:textId="77777777" w:rsidTr="00E24198">
        <w:tc>
          <w:tcPr>
            <w:tcW w:w="2378" w:type="dxa"/>
            <w:vAlign w:val="center"/>
          </w:tcPr>
          <w:p w14:paraId="1DC576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3B4F6D00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115786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613E8133" w14:textId="77777777" w:rsidTr="00E24198">
        <w:tc>
          <w:tcPr>
            <w:tcW w:w="2378" w:type="dxa"/>
          </w:tcPr>
          <w:p w14:paraId="37380E98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7C94A0CD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6CE9D287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78BA5268" w14:textId="77777777" w:rsidTr="00E24198">
        <w:tc>
          <w:tcPr>
            <w:tcW w:w="2378" w:type="dxa"/>
          </w:tcPr>
          <w:p w14:paraId="35EF5A9E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3A74381D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7998CC6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606E56C6" w14:textId="77777777" w:rsidTr="00E24198">
        <w:tc>
          <w:tcPr>
            <w:tcW w:w="2378" w:type="dxa"/>
          </w:tcPr>
          <w:p w14:paraId="1EF84EC1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6F1F60A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B78B2C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23A851E" w14:textId="77777777" w:rsidTr="00E24198">
        <w:tc>
          <w:tcPr>
            <w:tcW w:w="2378" w:type="dxa"/>
          </w:tcPr>
          <w:p w14:paraId="0403E0D8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3D57C10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005312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931879E" w14:textId="77777777" w:rsidTr="00E24198">
        <w:tc>
          <w:tcPr>
            <w:tcW w:w="2378" w:type="dxa"/>
          </w:tcPr>
          <w:p w14:paraId="4A11D0B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288046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C105248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7334CF2" w14:textId="77777777" w:rsidTr="00E24198">
        <w:tc>
          <w:tcPr>
            <w:tcW w:w="2378" w:type="dxa"/>
          </w:tcPr>
          <w:p w14:paraId="7C2CB51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5A2BA3B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733BF0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61BD9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85FB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5EC573" w14:textId="77777777" w:rsidTr="00923D7D">
        <w:tc>
          <w:tcPr>
            <w:tcW w:w="9670" w:type="dxa"/>
          </w:tcPr>
          <w:p w14:paraId="30049F44" w14:textId="77777777" w:rsidR="0085747A" w:rsidRPr="009C54AE" w:rsidRDefault="004C3B61" w:rsidP="00E81D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 a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t>ktywne uczestnictwo w zajęciach oraz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tywnej oceny z kolokwium.</w:t>
            </w:r>
          </w:p>
        </w:tc>
      </w:tr>
    </w:tbl>
    <w:p w14:paraId="1AC9A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3E1D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FB01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8BFA24" w14:textId="77777777" w:rsidTr="00CB3735">
        <w:tc>
          <w:tcPr>
            <w:tcW w:w="4901" w:type="dxa"/>
            <w:vAlign w:val="center"/>
          </w:tcPr>
          <w:p w14:paraId="41722E5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46818C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41F1F647" w14:textId="77777777" w:rsidTr="00CB3735">
        <w:tc>
          <w:tcPr>
            <w:tcW w:w="4901" w:type="dxa"/>
          </w:tcPr>
          <w:p w14:paraId="6D07FB1C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6395EAD" w14:textId="2C6E5017" w:rsidR="000368C2" w:rsidRPr="009C54AE" w:rsidRDefault="00891CF4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1C087512" w14:textId="77777777" w:rsidTr="00CB3735">
        <w:tc>
          <w:tcPr>
            <w:tcW w:w="4901" w:type="dxa"/>
          </w:tcPr>
          <w:p w14:paraId="7A81DD0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630A4510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7FE97E" w14:textId="77777777" w:rsidR="00CB3735" w:rsidRDefault="00CB3735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014A3560" w14:textId="77777777" w:rsidTr="00CB3735">
        <w:tc>
          <w:tcPr>
            <w:tcW w:w="4901" w:type="dxa"/>
          </w:tcPr>
          <w:p w14:paraId="452D31DB" w14:textId="5297609B" w:rsidR="005F3EA5" w:rsidRPr="009C54AE" w:rsidRDefault="005F3EA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</w:t>
            </w:r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t xml:space="preserve"> przygotowanie do zajęć</w:t>
            </w:r>
            <w:r w:rsidR="00891CF4">
              <w:rPr>
                <w:rFonts w:ascii="Corbel" w:hAnsi="Corbel"/>
                <w:sz w:val="24"/>
                <w:szCs w:val="24"/>
              </w:rPr>
              <w:t>, p</w:t>
            </w:r>
            <w:r w:rsidR="00E81D9F">
              <w:rPr>
                <w:rFonts w:ascii="Corbel" w:hAnsi="Corbel"/>
                <w:sz w:val="24"/>
                <w:szCs w:val="24"/>
              </w:rPr>
              <w:t>rzygotowanie do kolokwiów</w:t>
            </w:r>
          </w:p>
        </w:tc>
        <w:tc>
          <w:tcPr>
            <w:tcW w:w="4619" w:type="dxa"/>
          </w:tcPr>
          <w:p w14:paraId="71DE8967" w14:textId="61B7575D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891CF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380B1220" w14:textId="77777777" w:rsidTr="00CB3735">
        <w:tc>
          <w:tcPr>
            <w:tcW w:w="4901" w:type="dxa"/>
          </w:tcPr>
          <w:p w14:paraId="16EE483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E55437E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096C4C" w14:textId="77777777" w:rsidTr="00CB3735">
        <w:tc>
          <w:tcPr>
            <w:tcW w:w="4901" w:type="dxa"/>
          </w:tcPr>
          <w:p w14:paraId="1BC333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2A9ED2CB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8C5C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B535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4AA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92C6525" w14:textId="77777777" w:rsidTr="000368C2">
        <w:trPr>
          <w:trHeight w:val="397"/>
        </w:trPr>
        <w:tc>
          <w:tcPr>
            <w:tcW w:w="4111" w:type="dxa"/>
          </w:tcPr>
          <w:p w14:paraId="66BBA3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776F1F0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974D00" w14:textId="77777777" w:rsidTr="000368C2">
        <w:trPr>
          <w:trHeight w:val="397"/>
        </w:trPr>
        <w:tc>
          <w:tcPr>
            <w:tcW w:w="4111" w:type="dxa"/>
          </w:tcPr>
          <w:p w14:paraId="773117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16FD6F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71CF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0F99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7E4359A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4C884A" w14:textId="77777777" w:rsidTr="000368C2">
        <w:trPr>
          <w:trHeight w:val="397"/>
        </w:trPr>
        <w:tc>
          <w:tcPr>
            <w:tcW w:w="9639" w:type="dxa"/>
          </w:tcPr>
          <w:p w14:paraId="38E938AD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30159E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Mendrala,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5DBA4742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Podstawy systemów informatycznych zarządzania z wykorzystaniem MS Access / Iwona Zdonek, Tomasz Owczarek, Dariusz Zdonek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22F52605" w14:textId="77777777" w:rsidTr="000368C2">
        <w:trPr>
          <w:trHeight w:val="397"/>
        </w:trPr>
        <w:tc>
          <w:tcPr>
            <w:tcW w:w="9639" w:type="dxa"/>
          </w:tcPr>
          <w:p w14:paraId="69156C8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F060BC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Kusleika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21BBFE44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441634D2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Bill Marklyn, Mark Whitehorn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1C05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E7B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496CF" w14:textId="77777777" w:rsidR="00F3715F" w:rsidRDefault="00F3715F" w:rsidP="00C16ABF">
      <w:pPr>
        <w:spacing w:after="0" w:line="240" w:lineRule="auto"/>
      </w:pPr>
      <w:r>
        <w:separator/>
      </w:r>
    </w:p>
  </w:endnote>
  <w:endnote w:type="continuationSeparator" w:id="0">
    <w:p w14:paraId="2F43A651" w14:textId="77777777" w:rsidR="00F3715F" w:rsidRDefault="00F371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BF6F2" w14:textId="77777777" w:rsidR="00F3715F" w:rsidRDefault="00F3715F" w:rsidP="00C16ABF">
      <w:pPr>
        <w:spacing w:after="0" w:line="240" w:lineRule="auto"/>
      </w:pPr>
      <w:r>
        <w:separator/>
      </w:r>
    </w:p>
  </w:footnote>
  <w:footnote w:type="continuationSeparator" w:id="0">
    <w:p w14:paraId="420DD038" w14:textId="77777777" w:rsidR="00F3715F" w:rsidRDefault="00F3715F" w:rsidP="00C16ABF">
      <w:pPr>
        <w:spacing w:after="0" w:line="240" w:lineRule="auto"/>
      </w:pPr>
      <w:r>
        <w:continuationSeparator/>
      </w:r>
    </w:p>
  </w:footnote>
  <w:footnote w:id="1">
    <w:p w14:paraId="1EA1533A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61240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5627D"/>
    <w:rsid w:val="00160CDC"/>
    <w:rsid w:val="00164FA7"/>
    <w:rsid w:val="00166A03"/>
    <w:rsid w:val="001718A7"/>
    <w:rsid w:val="00172929"/>
    <w:rsid w:val="00172F17"/>
    <w:rsid w:val="001737CF"/>
    <w:rsid w:val="00173EC5"/>
    <w:rsid w:val="00174937"/>
    <w:rsid w:val="00176083"/>
    <w:rsid w:val="0018399E"/>
    <w:rsid w:val="00192F37"/>
    <w:rsid w:val="001961BC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002DF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3A1A"/>
    <w:rsid w:val="0035487F"/>
    <w:rsid w:val="003612C8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1EE9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3BAE"/>
    <w:rsid w:val="005E6E85"/>
    <w:rsid w:val="005F31D2"/>
    <w:rsid w:val="005F3EA5"/>
    <w:rsid w:val="0061029B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0B6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1CF4"/>
    <w:rsid w:val="00893092"/>
    <w:rsid w:val="008A45F7"/>
    <w:rsid w:val="008C0CC0"/>
    <w:rsid w:val="008C19A9"/>
    <w:rsid w:val="008C379D"/>
    <w:rsid w:val="008C5147"/>
    <w:rsid w:val="008C5359"/>
    <w:rsid w:val="008C5363"/>
    <w:rsid w:val="008C7596"/>
    <w:rsid w:val="008D14BB"/>
    <w:rsid w:val="008D3DFB"/>
    <w:rsid w:val="008E2972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718A1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0B28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5E94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755F0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12DC0"/>
    <w:rsid w:val="00F27A7B"/>
    <w:rsid w:val="00F31794"/>
    <w:rsid w:val="00F3715F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57766"/>
  <w15:docId w15:val="{D48C8B4E-2844-44FF-BC36-468BC099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59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59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6EA3CF-1822-4B7C-91E0-376E3E78D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994916-805A-4DF3-A303-02B6695F35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0BB60D-9ACC-44C3-9192-944765D087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63D7F6-2B66-479A-B189-D1F9690AF6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267</TotalTime>
  <Pages>1</Pages>
  <Words>944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54</cp:revision>
  <cp:lastPrinted>2017-02-15T12:41:00Z</cp:lastPrinted>
  <dcterms:created xsi:type="dcterms:W3CDTF">2020-10-23T19:38:00Z</dcterms:created>
  <dcterms:modified xsi:type="dcterms:W3CDTF">2021-11-03T05:00:00Z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